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B9" w:rsidRDefault="00A354B9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A354B9" w:rsidRPr="001F18ED" w:rsidRDefault="00A354B9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54B9" w:rsidRDefault="00A354B9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4B9" w:rsidRDefault="00A354B9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A354B9" w:rsidRDefault="00A354B9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ВЛ-0,4 кВ от КТП-58/250 кВА.</w:t>
      </w:r>
    </w:p>
    <w:p w:rsidR="00A354B9" w:rsidRDefault="00A354B9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A354B9" w:rsidRPr="001F18ED" w:rsidRDefault="00A354B9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Реконструкция ВЛ-0,4кВ от КТП-58/250кВА.</w:t>
      </w:r>
    </w:p>
    <w:p w:rsidR="00A354B9" w:rsidRPr="001F18ED" w:rsidRDefault="00A354B9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A354B9" w:rsidRPr="001F18ED" w:rsidRDefault="00A354B9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A354B9" w:rsidRPr="001F18ED" w:rsidRDefault="00A354B9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 ВЛ-0,4 кВ от КТП-58</w:t>
      </w:r>
    </w:p>
    <w:p w:rsidR="00A354B9" w:rsidRPr="001F18ED" w:rsidRDefault="00A354B9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54B9" w:rsidRPr="008F2D7D" w:rsidRDefault="00A354B9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354B9" w:rsidRPr="001F18ED" w:rsidRDefault="00A354B9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54B9" w:rsidRPr="001F18ED" w:rsidRDefault="00A354B9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A354B9" w:rsidRPr="001F18ED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 линии.</w:t>
      </w:r>
    </w:p>
    <w:p w:rsidR="00A354B9" w:rsidRPr="001F18ED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A354B9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провода – СИП-2; </w:t>
      </w:r>
    </w:p>
    <w:p w:rsidR="00A354B9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2,5 км.</w:t>
      </w:r>
    </w:p>
    <w:p w:rsidR="00A354B9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ТМГСУ</w:t>
      </w:r>
      <w:r w:rsidRPr="001653B1">
        <w:rPr>
          <w:rFonts w:ascii="Times New Roman" w:hAnsi="Times New Roman" w:cs="Times New Roman"/>
          <w:sz w:val="24"/>
          <w:szCs w:val="24"/>
        </w:rPr>
        <w:t>-250</w:t>
      </w:r>
      <w:r>
        <w:rPr>
          <w:rFonts w:ascii="Times New Roman" w:hAnsi="Times New Roman" w:cs="Times New Roman"/>
          <w:sz w:val="24"/>
          <w:szCs w:val="24"/>
        </w:rPr>
        <w:t xml:space="preserve"> – 1 шт. ;</w:t>
      </w:r>
    </w:p>
    <w:p w:rsidR="00A354B9" w:rsidRPr="001F18ED" w:rsidRDefault="00A354B9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</w:t>
      </w: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МВА</w:t>
      </w:r>
    </w:p>
    <w:p w:rsidR="00A354B9" w:rsidRPr="001F18ED" w:rsidRDefault="00A354B9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A354B9" w:rsidRPr="00CE0B69" w:rsidRDefault="00A354B9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A354B9" w:rsidRPr="001F18ED" w:rsidRDefault="00A354B9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54B9" w:rsidRPr="001F18ED" w:rsidRDefault="00A354B9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ВЛ-0,4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A354B9" w:rsidRPr="001F18ED" w:rsidRDefault="00A354B9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строительство ВЛ-0,4  кВ – </w:t>
      </w:r>
      <w:r w:rsidRPr="00B145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455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A354B9" w:rsidRPr="001F18ED" w:rsidRDefault="00A354B9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A354B9" w:rsidRPr="001F18ED" w:rsidRDefault="00A354B9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A354B9" w:rsidRPr="001F18ED" w:rsidRDefault="00A354B9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A354B9" w:rsidRPr="001F18ED" w:rsidRDefault="00A354B9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A354B9" w:rsidRPr="001F18ED" w:rsidRDefault="00A354B9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A354B9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A354B9" w:rsidRPr="001F18ED" w:rsidRDefault="00A354B9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A354B9" w:rsidRPr="001F18ED" w:rsidRDefault="00A354B9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A354B9" w:rsidRPr="001F18ED" w:rsidRDefault="00A354B9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A354B9" w:rsidRPr="001F18ED" w:rsidRDefault="00A354B9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A354B9" w:rsidRPr="001F18ED" w:rsidRDefault="00A354B9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A354B9" w:rsidRDefault="00A354B9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A354B9" w:rsidRDefault="00A354B9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A354B9" w:rsidRDefault="00A354B9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A354B9" w:rsidRDefault="00A354B9">
      <w:pPr>
        <w:rPr>
          <w:rFonts w:cs="Times New Roman"/>
        </w:rPr>
      </w:pPr>
    </w:p>
    <w:sectPr w:rsidR="00A354B9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4B9" w:rsidRDefault="00A354B9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354B9" w:rsidRDefault="00A354B9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4B9" w:rsidRDefault="00A354B9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A354B9" w:rsidRDefault="00A354B9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4B9" w:rsidRDefault="00A354B9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354B9" w:rsidRDefault="00A354B9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E310E"/>
    <w:rsid w:val="001323D5"/>
    <w:rsid w:val="001653B1"/>
    <w:rsid w:val="001F18ED"/>
    <w:rsid w:val="001F4B6D"/>
    <w:rsid w:val="00253E11"/>
    <w:rsid w:val="00280E34"/>
    <w:rsid w:val="00284096"/>
    <w:rsid w:val="003109BB"/>
    <w:rsid w:val="0033644E"/>
    <w:rsid w:val="00353021"/>
    <w:rsid w:val="00384237"/>
    <w:rsid w:val="004228F2"/>
    <w:rsid w:val="00450BBA"/>
    <w:rsid w:val="00541558"/>
    <w:rsid w:val="00543ABB"/>
    <w:rsid w:val="00566B37"/>
    <w:rsid w:val="00567910"/>
    <w:rsid w:val="005B60EC"/>
    <w:rsid w:val="006038AE"/>
    <w:rsid w:val="0060594C"/>
    <w:rsid w:val="006E028F"/>
    <w:rsid w:val="006E62B6"/>
    <w:rsid w:val="00713E13"/>
    <w:rsid w:val="00727F9F"/>
    <w:rsid w:val="007C2727"/>
    <w:rsid w:val="007C27C1"/>
    <w:rsid w:val="008634EE"/>
    <w:rsid w:val="008A5BD7"/>
    <w:rsid w:val="008F2D7D"/>
    <w:rsid w:val="00915A96"/>
    <w:rsid w:val="00936E32"/>
    <w:rsid w:val="00951AAC"/>
    <w:rsid w:val="00971BB5"/>
    <w:rsid w:val="00A26960"/>
    <w:rsid w:val="00A354B9"/>
    <w:rsid w:val="00AA6DB2"/>
    <w:rsid w:val="00AA7678"/>
    <w:rsid w:val="00AD0729"/>
    <w:rsid w:val="00B03897"/>
    <w:rsid w:val="00B1455A"/>
    <w:rsid w:val="00BC04B1"/>
    <w:rsid w:val="00BD24B2"/>
    <w:rsid w:val="00C42E2F"/>
    <w:rsid w:val="00CA0C7D"/>
    <w:rsid w:val="00CE0B69"/>
    <w:rsid w:val="00D072D7"/>
    <w:rsid w:val="00D71335"/>
    <w:rsid w:val="00D91696"/>
    <w:rsid w:val="00DD74E3"/>
    <w:rsid w:val="00DE6F13"/>
    <w:rsid w:val="00E45EB9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1130</Words>
  <Characters>6445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3</cp:revision>
  <cp:lastPrinted>2002-06-10T23:17:00Z</cp:lastPrinted>
  <dcterms:created xsi:type="dcterms:W3CDTF">2002-06-10T23:27:00Z</dcterms:created>
  <dcterms:modified xsi:type="dcterms:W3CDTF">2002-06-10T23:34:00Z</dcterms:modified>
</cp:coreProperties>
</file>